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873" w:rsidRDefault="003F5873" w:rsidP="003F5873">
      <w:pPr>
        <w:spacing w:after="0" w:line="260" w:lineRule="exact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3F5873" w:rsidRDefault="003F5873" w:rsidP="003F5873">
      <w:pPr>
        <w:spacing w:after="0" w:line="26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>Prot. 7459</w:t>
      </w:r>
    </w:p>
    <w:p w:rsidR="00036814" w:rsidRDefault="00396EAB" w:rsidP="0003681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Ai docenti </w:t>
      </w:r>
      <w:r w:rsidR="00694E41">
        <w:rPr>
          <w:rFonts w:ascii="Times New Roman" w:hAnsi="Times New Roman"/>
        </w:rPr>
        <w:t>Cipriano  Anna  Filomena</w:t>
      </w:r>
      <w:r>
        <w:rPr>
          <w:rFonts w:ascii="Times New Roman" w:hAnsi="Times New Roman"/>
        </w:rPr>
        <w:t xml:space="preserve"> – </w:t>
      </w:r>
      <w:r w:rsidR="00BF3371">
        <w:rPr>
          <w:rFonts w:ascii="Times New Roman" w:hAnsi="Times New Roman"/>
        </w:rPr>
        <w:t>Cipriano Tiziana</w:t>
      </w:r>
    </w:p>
    <w:p w:rsidR="00396EAB" w:rsidRPr="00036814" w:rsidRDefault="00396EAB" w:rsidP="00036814">
      <w:pPr>
        <w:spacing w:after="0" w:line="240" w:lineRule="auto"/>
        <w:jc w:val="right"/>
        <w:rPr>
          <w:rFonts w:ascii="Times New Roman" w:hAnsi="Times New Roman"/>
          <w:noProof/>
          <w:lang w:eastAsia="it-IT"/>
        </w:rPr>
      </w:pPr>
      <w:r>
        <w:rPr>
          <w:rFonts w:ascii="Times New Roman" w:hAnsi="Times New Roman"/>
        </w:rPr>
        <w:t xml:space="preserve">Pascucci Lucia – </w:t>
      </w:r>
      <w:r w:rsidR="00BF3371">
        <w:rPr>
          <w:rFonts w:ascii="Times New Roman" w:hAnsi="Times New Roman"/>
        </w:rPr>
        <w:t xml:space="preserve">Penta Giuseppe R. - </w:t>
      </w:r>
      <w:r>
        <w:rPr>
          <w:rFonts w:ascii="Times New Roman" w:hAnsi="Times New Roman"/>
        </w:rPr>
        <w:t>Savignano Salvatore</w:t>
      </w:r>
    </w:p>
    <w:p w:rsidR="004D7BBD" w:rsidRPr="0019255A" w:rsidRDefault="004D7BBD" w:rsidP="00396EAB">
      <w:pPr>
        <w:spacing w:after="0" w:line="240" w:lineRule="auto"/>
        <w:ind w:left="7200" w:firstLine="720"/>
        <w:jc w:val="center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Al Dsga</w:t>
      </w:r>
      <w:r w:rsidR="00396EAB">
        <w:rPr>
          <w:rFonts w:ascii="Garamond" w:hAnsi="Garamond" w:cs="Garamond"/>
        </w:rPr>
        <w:t xml:space="preserve"> - </w:t>
      </w:r>
      <w:r w:rsidRPr="0019255A">
        <w:rPr>
          <w:rFonts w:ascii="Garamond" w:hAnsi="Garamond" w:cs="Garamond"/>
        </w:rPr>
        <w:t>Agli atti</w:t>
      </w:r>
    </w:p>
    <w:p w:rsidR="004D7BBD" w:rsidRPr="0019255A" w:rsidRDefault="004D7BBD" w:rsidP="004D7BBD">
      <w:pPr>
        <w:spacing w:after="0" w:line="240" w:lineRule="auto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E p.c.  Al personale ATA</w:t>
      </w:r>
    </w:p>
    <w:p w:rsidR="004D7BBD" w:rsidRPr="0019255A" w:rsidRDefault="004D7BBD" w:rsidP="00C74415">
      <w:pPr>
        <w:numPr>
          <w:ilvl w:val="0"/>
          <w:numId w:val="1"/>
        </w:numPr>
        <w:spacing w:after="0" w:line="240" w:lineRule="auto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All’Albo plessi </w:t>
      </w:r>
    </w:p>
    <w:p w:rsidR="004D7BBD" w:rsidRDefault="004D7BBD" w:rsidP="00C74415">
      <w:pPr>
        <w:numPr>
          <w:ilvl w:val="0"/>
          <w:numId w:val="1"/>
        </w:numPr>
        <w:spacing w:after="0" w:line="240" w:lineRule="auto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 xml:space="preserve">SITO WEB </w:t>
      </w:r>
    </w:p>
    <w:p w:rsidR="005F0137" w:rsidRDefault="005F0137" w:rsidP="005F0137">
      <w:pPr>
        <w:spacing w:after="0" w:line="240" w:lineRule="auto"/>
        <w:ind w:left="9000"/>
        <w:jc w:val="center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Sede</w:t>
      </w:r>
    </w:p>
    <w:p w:rsidR="005F0137" w:rsidRPr="0019255A" w:rsidRDefault="005F0137" w:rsidP="005F0137">
      <w:pPr>
        <w:spacing w:after="0" w:line="240" w:lineRule="auto"/>
        <w:ind w:left="9000"/>
        <w:jc w:val="center"/>
        <w:rPr>
          <w:rFonts w:ascii="Garamond" w:hAnsi="Garamond" w:cs="Garamond"/>
        </w:rPr>
      </w:pPr>
    </w:p>
    <w:p w:rsidR="00694E41" w:rsidRDefault="00694E41" w:rsidP="00694E41">
      <w:pPr>
        <w:rPr>
          <w:rFonts w:ascii="Garamond" w:hAnsi="Garamond" w:cs="Garamond"/>
        </w:rPr>
      </w:pPr>
      <w:r w:rsidRPr="00694E41">
        <w:rPr>
          <w:rStyle w:val="Enfasicorsivo"/>
          <w:rFonts w:ascii="Garamond" w:hAnsi="Garamond" w:cs="Garamond"/>
        </w:rPr>
        <w:t>O</w:t>
      </w:r>
      <w:r>
        <w:rPr>
          <w:rStyle w:val="Enfasicorsivo"/>
          <w:rFonts w:ascii="Garamond" w:hAnsi="Garamond" w:cs="Garamond"/>
        </w:rPr>
        <w:t>ggetto</w:t>
      </w:r>
      <w:r w:rsidRPr="00694E41">
        <w:rPr>
          <w:rStyle w:val="Enfasicorsivo"/>
          <w:rFonts w:ascii="Garamond" w:hAnsi="Garamond" w:cs="Garamond"/>
        </w:rPr>
        <w:t xml:space="preserve">: nomina </w:t>
      </w:r>
      <w:r w:rsidR="00396EAB">
        <w:rPr>
          <w:rStyle w:val="Enfasicorsivo"/>
          <w:rFonts w:ascii="Garamond" w:hAnsi="Garamond" w:cs="Garamond"/>
        </w:rPr>
        <w:t xml:space="preserve">TEAM </w:t>
      </w:r>
      <w:r w:rsidRPr="00694E41">
        <w:rPr>
          <w:rStyle w:val="Enfasicorsivo"/>
          <w:rFonts w:ascii="Garamond" w:hAnsi="Garamond" w:cs="Garamond"/>
        </w:rPr>
        <w:t xml:space="preserve"> </w:t>
      </w:r>
      <w:r w:rsidRPr="00694E41">
        <w:rPr>
          <w:rFonts w:ascii="Garamond" w:hAnsi="Garamond" w:cs="Garamond"/>
        </w:rPr>
        <w:t xml:space="preserve">BULLISMO </w:t>
      </w:r>
      <w:r w:rsidR="00396EAB">
        <w:rPr>
          <w:rFonts w:ascii="Garamond" w:hAnsi="Garamond" w:cs="Garamond"/>
        </w:rPr>
        <w:t>e</w:t>
      </w:r>
      <w:r w:rsidRPr="00694E41">
        <w:rPr>
          <w:rFonts w:ascii="Garamond" w:hAnsi="Garamond" w:cs="Garamond"/>
        </w:rPr>
        <w:t xml:space="preserve"> CYBERBULLISMO</w:t>
      </w:r>
      <w:r w:rsidR="002E3191">
        <w:rPr>
          <w:rFonts w:ascii="Garamond" w:hAnsi="Garamond" w:cs="Garamond"/>
        </w:rPr>
        <w:t xml:space="preserve"> – a.s. 202</w:t>
      </w:r>
      <w:r w:rsidR="00701124">
        <w:rPr>
          <w:rFonts w:ascii="Garamond" w:hAnsi="Garamond" w:cs="Garamond"/>
        </w:rPr>
        <w:t>5</w:t>
      </w:r>
      <w:r w:rsidR="002E3191">
        <w:rPr>
          <w:rFonts w:ascii="Garamond" w:hAnsi="Garamond" w:cs="Garamond"/>
        </w:rPr>
        <w:t>/2</w:t>
      </w:r>
      <w:r w:rsidR="00701124">
        <w:rPr>
          <w:rFonts w:ascii="Garamond" w:hAnsi="Garamond" w:cs="Garamond"/>
        </w:rPr>
        <w:t>6</w:t>
      </w:r>
      <w:r w:rsidRPr="00694E41">
        <w:rPr>
          <w:rFonts w:ascii="Garamond" w:hAnsi="Garamond" w:cs="Garamond"/>
        </w:rPr>
        <w:t>.</w:t>
      </w:r>
    </w:p>
    <w:p w:rsidR="005F0137" w:rsidRDefault="005F0137" w:rsidP="005F0137">
      <w:pPr>
        <w:spacing w:after="0" w:line="300" w:lineRule="exact"/>
        <w:jc w:val="center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 xml:space="preserve">IL DIRIGENTE SCOLASTICO </w:t>
      </w:r>
    </w:p>
    <w:p w:rsidR="005F0137" w:rsidRPr="005F0137" w:rsidRDefault="005F0137" w:rsidP="005F0137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l’art. 25, 5° comma del D.Lgs n. 165/2001;</w:t>
      </w:r>
    </w:p>
    <w:p w:rsidR="005F0137" w:rsidRPr="005F0137" w:rsidRDefault="005F0137" w:rsidP="005F0137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il D. Lsg del 06/03/98 , n.ro 59;</w:t>
      </w:r>
    </w:p>
    <w:p w:rsidR="005F0137" w:rsidRPr="005F0137" w:rsidRDefault="005F0137" w:rsidP="005F0137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l’art. 21  della L. 15/03/91, n.ro 59;</w:t>
      </w:r>
    </w:p>
    <w:p w:rsidR="005F0137" w:rsidRPr="005F0137" w:rsidRDefault="005F0137" w:rsidP="005F0137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il T.U. 297 del 16/04/94, artt 7 e 936;</w:t>
      </w:r>
    </w:p>
    <w:p w:rsidR="005F0137" w:rsidRPr="005F0137" w:rsidRDefault="005F0137" w:rsidP="005F0137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VISTA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la C.M. 2005 del 30/08/2000;</w:t>
      </w:r>
    </w:p>
    <w:p w:rsidR="00F266CA" w:rsidRPr="005F0137" w:rsidRDefault="00F266CA" w:rsidP="00F266CA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VISTA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la legge 107/2015</w:t>
      </w:r>
    </w:p>
    <w:p w:rsidR="00246C3E" w:rsidRPr="005F0137" w:rsidRDefault="00246C3E" w:rsidP="00246C3E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 xml:space="preserve">il verbale del Collegio dei Docenti </w:t>
      </w:r>
      <w:r>
        <w:rPr>
          <w:rFonts w:ascii="Times New Roman" w:hAnsi="Times New Roman"/>
        </w:rPr>
        <w:t xml:space="preserve">n. </w:t>
      </w:r>
      <w:r w:rsidR="003357FA">
        <w:rPr>
          <w:rFonts w:ascii="Times New Roman" w:hAnsi="Times New Roman"/>
        </w:rPr>
        <w:t>2</w:t>
      </w:r>
      <w:r w:rsidR="001A6140">
        <w:rPr>
          <w:rFonts w:ascii="Times New Roman" w:hAnsi="Times New Roman"/>
        </w:rPr>
        <w:t xml:space="preserve"> </w:t>
      </w:r>
      <w:r w:rsidRPr="005F0137">
        <w:rPr>
          <w:rFonts w:ascii="Times New Roman" w:hAnsi="Times New Roman"/>
        </w:rPr>
        <w:t xml:space="preserve">del  </w:t>
      </w:r>
      <w:r w:rsidR="001A6140">
        <w:rPr>
          <w:rFonts w:ascii="Times New Roman" w:hAnsi="Times New Roman"/>
        </w:rPr>
        <w:t>10</w:t>
      </w:r>
      <w:r w:rsidR="003357FA">
        <w:rPr>
          <w:rFonts w:ascii="Times New Roman" w:hAnsi="Times New Roman"/>
        </w:rPr>
        <w:t xml:space="preserve"> settembre 20</w:t>
      </w:r>
      <w:r w:rsidR="001A6140">
        <w:rPr>
          <w:rFonts w:ascii="Times New Roman" w:hAnsi="Times New Roman"/>
        </w:rPr>
        <w:t>2</w:t>
      </w:r>
      <w:r w:rsidR="00701124">
        <w:rPr>
          <w:rFonts w:ascii="Times New Roman" w:hAnsi="Times New Roman"/>
        </w:rPr>
        <w:t>5</w:t>
      </w:r>
    </w:p>
    <w:p w:rsidR="00694E41" w:rsidRDefault="00694E41" w:rsidP="00BF3371">
      <w:pPr>
        <w:spacing w:after="0" w:line="280" w:lineRule="exact"/>
        <w:jc w:val="center"/>
        <w:rPr>
          <w:rFonts w:ascii="Garamond" w:hAnsi="Garamond" w:cs="Garamond"/>
        </w:rPr>
      </w:pPr>
      <w:r>
        <w:rPr>
          <w:rFonts w:ascii="Garamond" w:hAnsi="Garamond" w:cs="Garamond"/>
        </w:rPr>
        <w:t>INDIVIDUA</w:t>
      </w:r>
    </w:p>
    <w:p w:rsidR="00694E41" w:rsidRPr="00396EAB" w:rsidRDefault="00396EAB" w:rsidP="00BF3371">
      <w:pPr>
        <w:spacing w:after="0" w:line="280" w:lineRule="exact"/>
        <w:jc w:val="both"/>
        <w:rPr>
          <w:rFonts w:ascii="Times New Roman" w:hAnsi="Times New Roman"/>
        </w:rPr>
      </w:pPr>
      <w:r w:rsidRPr="00396EAB">
        <w:rPr>
          <w:rFonts w:ascii="Times New Roman" w:hAnsi="Times New Roman"/>
        </w:rPr>
        <w:t>i docenti in indirizzo,</w:t>
      </w:r>
      <w:r w:rsidR="00694E41" w:rsidRPr="00396EAB">
        <w:rPr>
          <w:rFonts w:ascii="Times New Roman" w:hAnsi="Times New Roman"/>
        </w:rPr>
        <w:t xml:space="preserve"> per l’anno scolastico in corso, </w:t>
      </w:r>
      <w:r w:rsidRPr="00396EAB">
        <w:rPr>
          <w:rFonts w:ascii="Times New Roman" w:hAnsi="Times New Roman"/>
        </w:rPr>
        <w:t xml:space="preserve">componenti del TEAM di questo Istituto per la prevenzione e il  </w:t>
      </w:r>
      <w:r w:rsidRPr="00396EAB">
        <w:rPr>
          <w:rFonts w:ascii="Times New Roman" w:hAnsi="Times New Roman"/>
          <w:color w:val="222222"/>
          <w:shd w:val="clear" w:color="auto" w:fill="FFFFFF"/>
        </w:rPr>
        <w:t xml:space="preserve">contrasto dei fenomeni </w:t>
      </w:r>
      <w:r w:rsidR="00694E41" w:rsidRPr="00396EAB">
        <w:rPr>
          <w:rFonts w:ascii="Times New Roman" w:hAnsi="Times New Roman"/>
        </w:rPr>
        <w:t>d</w:t>
      </w:r>
      <w:r w:rsidRPr="00396EAB">
        <w:rPr>
          <w:rFonts w:ascii="Times New Roman" w:hAnsi="Times New Roman"/>
        </w:rPr>
        <w:t>i</w:t>
      </w:r>
      <w:r w:rsidR="00694E41" w:rsidRPr="00396EAB">
        <w:rPr>
          <w:rFonts w:ascii="Times New Roman" w:hAnsi="Times New Roman"/>
        </w:rPr>
        <w:t xml:space="preserve"> bullismo e cyberbullismo.</w:t>
      </w:r>
    </w:p>
    <w:p w:rsidR="00396EAB" w:rsidRPr="00396EAB" w:rsidRDefault="00396EAB" w:rsidP="00BF3371">
      <w:pPr>
        <w:spacing w:after="0" w:line="280" w:lineRule="exact"/>
        <w:ind w:right="71"/>
        <w:jc w:val="both"/>
        <w:rPr>
          <w:rFonts w:ascii="Times New Roman" w:hAnsi="Times New Roman"/>
        </w:rPr>
      </w:pPr>
      <w:r w:rsidRPr="00396EAB">
        <w:rPr>
          <w:rFonts w:ascii="Times New Roman" w:hAnsi="Times New Roman"/>
        </w:rPr>
        <w:t xml:space="preserve">Il Team Antibullismo avrà la funzione di: </w:t>
      </w:r>
    </w:p>
    <w:p w:rsidR="00396EAB" w:rsidRPr="00396EAB" w:rsidRDefault="00396EAB" w:rsidP="00BF3371">
      <w:pPr>
        <w:numPr>
          <w:ilvl w:val="0"/>
          <w:numId w:val="2"/>
        </w:numPr>
        <w:spacing w:after="0" w:line="280" w:lineRule="exact"/>
        <w:jc w:val="both"/>
        <w:rPr>
          <w:rFonts w:ascii="Times New Roman" w:hAnsi="Times New Roman"/>
        </w:rPr>
      </w:pPr>
      <w:r w:rsidRPr="00396EAB">
        <w:rPr>
          <w:rFonts w:ascii="Times New Roman" w:hAnsi="Times New Roman"/>
        </w:rPr>
        <w:t xml:space="preserve">Coadiuvare il Dirigente scolastico, coordinatore del Team, nella definizione degli interventi di prevenzione del bullismo (per questa funzione partecipa anche il presidente del Consiglio di istituto); </w:t>
      </w:r>
    </w:p>
    <w:p w:rsidR="00396EAB" w:rsidRPr="00396EAB" w:rsidRDefault="00396EAB" w:rsidP="00BF3371">
      <w:pPr>
        <w:numPr>
          <w:ilvl w:val="0"/>
          <w:numId w:val="2"/>
        </w:numPr>
        <w:spacing w:after="0" w:line="280" w:lineRule="exact"/>
        <w:jc w:val="both"/>
        <w:rPr>
          <w:rFonts w:ascii="Times New Roman" w:hAnsi="Times New Roman"/>
        </w:rPr>
      </w:pPr>
      <w:r w:rsidRPr="00396EAB">
        <w:rPr>
          <w:rFonts w:ascii="Times New Roman" w:hAnsi="Times New Roman"/>
        </w:rPr>
        <w:t>Intervenire (come gruppo ristretto, composto da dirigente e referente per il bullismo/cyberbullismo,</w:t>
      </w:r>
      <w:r>
        <w:rPr>
          <w:rFonts w:ascii="Times New Roman" w:hAnsi="Times New Roman"/>
        </w:rPr>
        <w:t xml:space="preserve"> </w:t>
      </w:r>
      <w:r w:rsidRPr="00396EAB">
        <w:rPr>
          <w:rFonts w:ascii="Times New Roman" w:hAnsi="Times New Roman"/>
        </w:rPr>
        <w:t xml:space="preserve">psicologo) nelle situazioni acute di bullismo; </w:t>
      </w:r>
    </w:p>
    <w:p w:rsidR="00396EAB" w:rsidRPr="00396EAB" w:rsidRDefault="00396EAB" w:rsidP="00BF3371">
      <w:pPr>
        <w:numPr>
          <w:ilvl w:val="0"/>
          <w:numId w:val="2"/>
        </w:numPr>
        <w:spacing w:after="0" w:line="280" w:lineRule="exact"/>
        <w:jc w:val="both"/>
        <w:rPr>
          <w:rFonts w:ascii="Times New Roman" w:hAnsi="Times New Roman"/>
        </w:rPr>
      </w:pPr>
      <w:r w:rsidRPr="00396EAB">
        <w:rPr>
          <w:rFonts w:ascii="Times New Roman" w:hAnsi="Times New Roman"/>
        </w:rPr>
        <w:t xml:space="preserve">Coordinare e organizzare attività di prevenzione; </w:t>
      </w:r>
    </w:p>
    <w:p w:rsidR="00396EAB" w:rsidRPr="00396EAB" w:rsidRDefault="00396EAB" w:rsidP="00BF3371">
      <w:pPr>
        <w:numPr>
          <w:ilvl w:val="0"/>
          <w:numId w:val="2"/>
        </w:numPr>
        <w:spacing w:after="0" w:line="280" w:lineRule="exact"/>
        <w:jc w:val="both"/>
        <w:rPr>
          <w:rFonts w:ascii="Times New Roman" w:hAnsi="Times New Roman"/>
        </w:rPr>
      </w:pPr>
      <w:r w:rsidRPr="00396EAB">
        <w:rPr>
          <w:rFonts w:ascii="Times New Roman" w:hAnsi="Times New Roman"/>
        </w:rPr>
        <w:t xml:space="preserve">Valutare, organizzare e attuare le azioni di prevenzione secondaria/selettiva (Lavorare su situazioni a rischio) e terziaria/indicata (Trattare i casi a rischio) in autonomia o in collaborazione con gli enti del territorio; </w:t>
      </w:r>
    </w:p>
    <w:p w:rsidR="00396EAB" w:rsidRPr="00396EAB" w:rsidRDefault="00396EAB" w:rsidP="00BF3371">
      <w:pPr>
        <w:numPr>
          <w:ilvl w:val="0"/>
          <w:numId w:val="2"/>
        </w:numPr>
        <w:spacing w:after="0" w:line="280" w:lineRule="exact"/>
        <w:jc w:val="both"/>
        <w:rPr>
          <w:rFonts w:ascii="Times New Roman" w:hAnsi="Times New Roman"/>
        </w:rPr>
      </w:pPr>
      <w:r w:rsidRPr="00396EAB">
        <w:rPr>
          <w:rFonts w:ascii="Times New Roman" w:hAnsi="Times New Roman"/>
        </w:rPr>
        <w:t xml:space="preserve">Monitorare l’efficacia degli interventi; </w:t>
      </w:r>
    </w:p>
    <w:p w:rsidR="00396EAB" w:rsidRPr="00396EAB" w:rsidRDefault="00396EAB" w:rsidP="00BF3371">
      <w:pPr>
        <w:numPr>
          <w:ilvl w:val="0"/>
          <w:numId w:val="2"/>
        </w:numPr>
        <w:spacing w:after="0" w:line="280" w:lineRule="exact"/>
        <w:jc w:val="both"/>
        <w:rPr>
          <w:rFonts w:ascii="Times New Roman" w:hAnsi="Times New Roman"/>
        </w:rPr>
      </w:pPr>
      <w:r w:rsidRPr="00396EAB">
        <w:rPr>
          <w:rFonts w:ascii="Times New Roman" w:hAnsi="Times New Roman"/>
        </w:rPr>
        <w:t xml:space="preserve">Comunicare al Referente regionale (anche tramite i Referenti territoriali), alla fine di ogni anno scolastico, i casi di bullismo o cyberbullismo. I dati serviranno per un eventuale monitoraggio nazionale dei fenomeni di bullismo e cyberbullismo e potranno essere trasmessi dai Referenti regionali alla Commissione nazionale istituita presso il MI. Il Gruppo di Lavoro inoltre: </w:t>
      </w:r>
    </w:p>
    <w:p w:rsidR="00396EAB" w:rsidRPr="00396EAB" w:rsidRDefault="00396EAB" w:rsidP="00BF3371">
      <w:pPr>
        <w:numPr>
          <w:ilvl w:val="0"/>
          <w:numId w:val="2"/>
        </w:numPr>
        <w:spacing w:after="0" w:line="280" w:lineRule="exact"/>
        <w:jc w:val="both"/>
        <w:rPr>
          <w:rFonts w:ascii="Times New Roman" w:hAnsi="Times New Roman"/>
        </w:rPr>
      </w:pPr>
      <w:r w:rsidRPr="00396EAB">
        <w:rPr>
          <w:rFonts w:ascii="Times New Roman" w:hAnsi="Times New Roman"/>
        </w:rPr>
        <w:t xml:space="preserve">Coordinerà e promuoverà le attività di formazione; </w:t>
      </w:r>
    </w:p>
    <w:p w:rsidR="00396EAB" w:rsidRPr="00396EAB" w:rsidRDefault="00396EAB" w:rsidP="00BF3371">
      <w:pPr>
        <w:numPr>
          <w:ilvl w:val="0"/>
          <w:numId w:val="2"/>
        </w:numPr>
        <w:spacing w:after="0" w:line="280" w:lineRule="exact"/>
        <w:jc w:val="both"/>
        <w:rPr>
          <w:rFonts w:ascii="Times New Roman" w:hAnsi="Times New Roman"/>
          <w:color w:val="222222"/>
          <w:shd w:val="clear" w:color="auto" w:fill="FFFFFF"/>
        </w:rPr>
      </w:pPr>
      <w:r w:rsidRPr="00396EAB">
        <w:rPr>
          <w:rFonts w:ascii="Times New Roman" w:hAnsi="Times New Roman"/>
        </w:rPr>
        <w:t>Monitorerà il rispetto del Regolamento sulla comunicazione e sulla pubblicazione di foto e video da parte della scuola.</w:t>
      </w:r>
    </w:p>
    <w:p w:rsidR="00694E41" w:rsidRDefault="00694E41" w:rsidP="00BF3371">
      <w:pPr>
        <w:spacing w:after="0" w:line="280" w:lineRule="exact"/>
        <w:ind w:right="71"/>
        <w:jc w:val="both"/>
        <w:rPr>
          <w:rFonts w:ascii="Garamond" w:hAnsi="Garamond" w:cs="Garamond"/>
          <w:i/>
          <w:iCs/>
        </w:rPr>
      </w:pPr>
      <w:r>
        <w:rPr>
          <w:rFonts w:ascii="Garamond" w:hAnsi="Garamond" w:cs="Garamond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396EAB" w:rsidRDefault="00694E41" w:rsidP="00BF3371">
      <w:pPr>
        <w:spacing w:after="0" w:line="280" w:lineRule="exact"/>
        <w:ind w:right="71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    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Si ringrazia per la collaborazione e si augura buon lavoro</w:t>
      </w:r>
    </w:p>
    <w:p w:rsidR="00BF3371" w:rsidRDefault="00BF3371" w:rsidP="00BF3371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</w:p>
    <w:p w:rsidR="00BF3371" w:rsidRPr="000C2281" w:rsidRDefault="001A6140" w:rsidP="00BF3371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</w:t>
      </w:r>
      <w:r w:rsidR="00BF3371" w:rsidRPr="000C2281">
        <w:rPr>
          <w:rFonts w:ascii="Garamond" w:hAnsi="Garamond"/>
          <w:sz w:val="32"/>
          <w:szCs w:val="32"/>
        </w:rPr>
        <w:t>Il Dirigente Scolastico</w:t>
      </w:r>
    </w:p>
    <w:p w:rsidR="00BF3371" w:rsidRPr="000C2281" w:rsidRDefault="00BF3371" w:rsidP="00BF3371">
      <w:pPr>
        <w:spacing w:after="0" w:line="240" w:lineRule="auto"/>
        <w:jc w:val="both"/>
        <w:rPr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   </w:t>
      </w:r>
      <w:r w:rsidR="001A6140">
        <w:rPr>
          <w:rFonts w:ascii="Garamond" w:hAnsi="Garamond"/>
          <w:sz w:val="32"/>
          <w:szCs w:val="32"/>
        </w:rPr>
        <w:t xml:space="preserve">   </w:t>
      </w:r>
      <w:r w:rsidRPr="000C2281">
        <w:rPr>
          <w:rFonts w:ascii="Garamond" w:hAnsi="Garamond"/>
          <w:sz w:val="32"/>
          <w:szCs w:val="32"/>
        </w:rPr>
        <w:t xml:space="preserve"> 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Prof</w:t>
      </w:r>
      <w:r w:rsidRPr="000C2281">
        <w:rPr>
          <w:rFonts w:ascii="Times New Roman" w:hAnsi="Times New Roman"/>
          <w:bCs/>
          <w:sz w:val="32"/>
          <w:szCs w:val="32"/>
        </w:rPr>
        <w:t>.</w:t>
      </w:r>
      <w:r w:rsidRPr="000C2281">
        <w:rPr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BF3371" w:rsidRPr="000C2281" w:rsidRDefault="00BF3371" w:rsidP="00BF3371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Pr="000C2281">
        <w:rPr>
          <w:rFonts w:ascii="Times New Roman" w:hAnsi="Times New Roman"/>
          <w:bCs/>
          <w:i/>
          <w:spacing w:val="-4"/>
          <w:sz w:val="16"/>
          <w:szCs w:val="16"/>
        </w:rPr>
        <w:t>Firma omessa ai sensi dell’art. 3 del D. Lgs. n. 39/93</w:t>
      </w:r>
    </w:p>
    <w:p w:rsidR="00BF3371" w:rsidRDefault="00BF3371" w:rsidP="00BF3371">
      <w:pPr>
        <w:spacing w:after="0" w:line="320" w:lineRule="exact"/>
        <w:ind w:right="71"/>
        <w:jc w:val="both"/>
        <w:rPr>
          <w:bCs/>
        </w:rPr>
      </w:pPr>
      <w:r>
        <w:rPr>
          <w:rFonts w:ascii="Garamond" w:hAnsi="Garamond" w:cs="Garamond"/>
          <w:sz w:val="16"/>
          <w:szCs w:val="16"/>
        </w:rPr>
        <w:t>pg</w:t>
      </w:r>
      <w:r w:rsidRPr="00301E44">
        <w:rPr>
          <w:rFonts w:ascii="Garamond" w:hAnsi="Garamond" w:cs="Garamond"/>
          <w:sz w:val="16"/>
          <w:szCs w:val="16"/>
        </w:rPr>
        <w:t>/</w:t>
      </w:r>
    </w:p>
    <w:sectPr w:rsidR="00BF3371" w:rsidSect="00BF3371">
      <w:headerReference w:type="first" r:id="rId8"/>
      <w:pgSz w:w="11906" w:h="16838" w:code="9"/>
      <w:pgMar w:top="284" w:right="1134" w:bottom="284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913" w:rsidRDefault="00716913" w:rsidP="00A02C51">
      <w:pPr>
        <w:spacing w:after="0" w:line="240" w:lineRule="auto"/>
      </w:pPr>
      <w:r>
        <w:separator/>
      </w:r>
    </w:p>
  </w:endnote>
  <w:endnote w:type="continuationSeparator" w:id="0">
    <w:p w:rsidR="00716913" w:rsidRDefault="00716913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913" w:rsidRDefault="00716913" w:rsidP="00A02C51">
      <w:pPr>
        <w:spacing w:after="0" w:line="240" w:lineRule="auto"/>
      </w:pPr>
      <w:r>
        <w:separator/>
      </w:r>
    </w:p>
  </w:footnote>
  <w:footnote w:type="continuationSeparator" w:id="0">
    <w:p w:rsidR="00716913" w:rsidRDefault="00716913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1A6140" w:rsidP="008B3C1B">
    <w:pPr>
      <w:pStyle w:val="Intestazione"/>
    </w:pPr>
    <w:r w:rsidRPr="001A6140">
      <w:rPr>
        <w:noProof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-405765</wp:posOffset>
          </wp:positionH>
          <wp:positionV relativeFrom="paragraph">
            <wp:posOffset>-321309</wp:posOffset>
          </wp:positionV>
          <wp:extent cx="6932275" cy="1638300"/>
          <wp:effectExtent l="19050" t="0" r="1925" b="0"/>
          <wp:wrapNone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9982" cy="164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B18F2"/>
    <w:multiLevelType w:val="hybridMultilevel"/>
    <w:tmpl w:val="6A62D4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396EAB"/>
    <w:rsid w:val="000009A5"/>
    <w:rsid w:val="000012C5"/>
    <w:rsid w:val="00006E35"/>
    <w:rsid w:val="0001147F"/>
    <w:rsid w:val="00032022"/>
    <w:rsid w:val="00034653"/>
    <w:rsid w:val="00035B06"/>
    <w:rsid w:val="00036814"/>
    <w:rsid w:val="0004594A"/>
    <w:rsid w:val="00060287"/>
    <w:rsid w:val="0006101B"/>
    <w:rsid w:val="000739BE"/>
    <w:rsid w:val="00074099"/>
    <w:rsid w:val="00081D80"/>
    <w:rsid w:val="0008496D"/>
    <w:rsid w:val="000976A4"/>
    <w:rsid w:val="000B708C"/>
    <w:rsid w:val="000C70E2"/>
    <w:rsid w:val="000F053C"/>
    <w:rsid w:val="000F11E8"/>
    <w:rsid w:val="000F12E3"/>
    <w:rsid w:val="000F3606"/>
    <w:rsid w:val="000F5BAD"/>
    <w:rsid w:val="0011198C"/>
    <w:rsid w:val="00111DA5"/>
    <w:rsid w:val="00117B2B"/>
    <w:rsid w:val="00142DE5"/>
    <w:rsid w:val="00144B60"/>
    <w:rsid w:val="00144D1C"/>
    <w:rsid w:val="001512C2"/>
    <w:rsid w:val="00152548"/>
    <w:rsid w:val="001571D7"/>
    <w:rsid w:val="00161EAD"/>
    <w:rsid w:val="00165F2D"/>
    <w:rsid w:val="00192A68"/>
    <w:rsid w:val="00195C59"/>
    <w:rsid w:val="001A5986"/>
    <w:rsid w:val="001A6140"/>
    <w:rsid w:val="001C14DD"/>
    <w:rsid w:val="001C1AB1"/>
    <w:rsid w:val="001C223A"/>
    <w:rsid w:val="001C310B"/>
    <w:rsid w:val="001C3B01"/>
    <w:rsid w:val="001C3E4C"/>
    <w:rsid w:val="001C6980"/>
    <w:rsid w:val="001D0343"/>
    <w:rsid w:val="001D69F2"/>
    <w:rsid w:val="001E124F"/>
    <w:rsid w:val="001E44B4"/>
    <w:rsid w:val="001F3DAA"/>
    <w:rsid w:val="001F3F4A"/>
    <w:rsid w:val="002241F9"/>
    <w:rsid w:val="00235619"/>
    <w:rsid w:val="00243C9A"/>
    <w:rsid w:val="0024445F"/>
    <w:rsid w:val="00246C3E"/>
    <w:rsid w:val="00253126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B7A67"/>
    <w:rsid w:val="002C253B"/>
    <w:rsid w:val="002C30C1"/>
    <w:rsid w:val="002D3F21"/>
    <w:rsid w:val="002E2725"/>
    <w:rsid w:val="002E3191"/>
    <w:rsid w:val="002E7DC4"/>
    <w:rsid w:val="002F41F9"/>
    <w:rsid w:val="002F62E5"/>
    <w:rsid w:val="00300178"/>
    <w:rsid w:val="00301D32"/>
    <w:rsid w:val="00303810"/>
    <w:rsid w:val="0030428D"/>
    <w:rsid w:val="00304B8A"/>
    <w:rsid w:val="003051E9"/>
    <w:rsid w:val="0031521A"/>
    <w:rsid w:val="003152AA"/>
    <w:rsid w:val="00317B72"/>
    <w:rsid w:val="00324D64"/>
    <w:rsid w:val="003270D2"/>
    <w:rsid w:val="003357FA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96EAB"/>
    <w:rsid w:val="003A2464"/>
    <w:rsid w:val="003B4B19"/>
    <w:rsid w:val="003B6C7A"/>
    <w:rsid w:val="003B754D"/>
    <w:rsid w:val="003C274D"/>
    <w:rsid w:val="003C4EBF"/>
    <w:rsid w:val="003D0B99"/>
    <w:rsid w:val="003D278E"/>
    <w:rsid w:val="003D5B69"/>
    <w:rsid w:val="003D7263"/>
    <w:rsid w:val="003E5565"/>
    <w:rsid w:val="003F2C9F"/>
    <w:rsid w:val="003F4F91"/>
    <w:rsid w:val="003F5873"/>
    <w:rsid w:val="003F6A64"/>
    <w:rsid w:val="004002CB"/>
    <w:rsid w:val="00402C6B"/>
    <w:rsid w:val="00403830"/>
    <w:rsid w:val="00407941"/>
    <w:rsid w:val="0041422A"/>
    <w:rsid w:val="004172EA"/>
    <w:rsid w:val="00426A6F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2ACC"/>
    <w:rsid w:val="004F3D13"/>
    <w:rsid w:val="00500762"/>
    <w:rsid w:val="005159C7"/>
    <w:rsid w:val="005250EC"/>
    <w:rsid w:val="005336B9"/>
    <w:rsid w:val="005347E3"/>
    <w:rsid w:val="00535B9E"/>
    <w:rsid w:val="005533F2"/>
    <w:rsid w:val="00577E38"/>
    <w:rsid w:val="00581537"/>
    <w:rsid w:val="005840E3"/>
    <w:rsid w:val="005847D9"/>
    <w:rsid w:val="00584B37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0137"/>
    <w:rsid w:val="005F3263"/>
    <w:rsid w:val="006002A0"/>
    <w:rsid w:val="00611D45"/>
    <w:rsid w:val="00620D39"/>
    <w:rsid w:val="00622747"/>
    <w:rsid w:val="00631CCA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4E41"/>
    <w:rsid w:val="006957B5"/>
    <w:rsid w:val="006A1F87"/>
    <w:rsid w:val="006B777C"/>
    <w:rsid w:val="006C1C6F"/>
    <w:rsid w:val="006C4C4B"/>
    <w:rsid w:val="006D222B"/>
    <w:rsid w:val="006D4337"/>
    <w:rsid w:val="006E512E"/>
    <w:rsid w:val="006E767C"/>
    <w:rsid w:val="006E77B9"/>
    <w:rsid w:val="00701124"/>
    <w:rsid w:val="00702DBC"/>
    <w:rsid w:val="0070613D"/>
    <w:rsid w:val="00707FDA"/>
    <w:rsid w:val="007152B2"/>
    <w:rsid w:val="007156BC"/>
    <w:rsid w:val="00716913"/>
    <w:rsid w:val="0072501C"/>
    <w:rsid w:val="0072553C"/>
    <w:rsid w:val="007325BF"/>
    <w:rsid w:val="00734AC0"/>
    <w:rsid w:val="00741F81"/>
    <w:rsid w:val="00742B4A"/>
    <w:rsid w:val="00742D58"/>
    <w:rsid w:val="007638FD"/>
    <w:rsid w:val="007648C6"/>
    <w:rsid w:val="00765593"/>
    <w:rsid w:val="007B6838"/>
    <w:rsid w:val="007B6D7F"/>
    <w:rsid w:val="007C5BC3"/>
    <w:rsid w:val="007D0D06"/>
    <w:rsid w:val="00812ACF"/>
    <w:rsid w:val="00820DA7"/>
    <w:rsid w:val="00853F3D"/>
    <w:rsid w:val="0085755A"/>
    <w:rsid w:val="00864564"/>
    <w:rsid w:val="00880E02"/>
    <w:rsid w:val="00887963"/>
    <w:rsid w:val="0089201D"/>
    <w:rsid w:val="00894807"/>
    <w:rsid w:val="00897072"/>
    <w:rsid w:val="008A2B29"/>
    <w:rsid w:val="008A40A4"/>
    <w:rsid w:val="008B3C1B"/>
    <w:rsid w:val="008B48D2"/>
    <w:rsid w:val="008C47C9"/>
    <w:rsid w:val="008D0B96"/>
    <w:rsid w:val="008E2B22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61F79"/>
    <w:rsid w:val="009704E2"/>
    <w:rsid w:val="00981353"/>
    <w:rsid w:val="00985CDF"/>
    <w:rsid w:val="00991CEA"/>
    <w:rsid w:val="00994509"/>
    <w:rsid w:val="00997220"/>
    <w:rsid w:val="00997252"/>
    <w:rsid w:val="009A270A"/>
    <w:rsid w:val="009A3379"/>
    <w:rsid w:val="009A5EEE"/>
    <w:rsid w:val="009B24BD"/>
    <w:rsid w:val="009C0808"/>
    <w:rsid w:val="009C2E69"/>
    <w:rsid w:val="009D1EED"/>
    <w:rsid w:val="009D3D8E"/>
    <w:rsid w:val="009E593B"/>
    <w:rsid w:val="009F0D8F"/>
    <w:rsid w:val="009F57B3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EF5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72979"/>
    <w:rsid w:val="00B81B91"/>
    <w:rsid w:val="00B8223B"/>
    <w:rsid w:val="00B8357A"/>
    <w:rsid w:val="00BA224D"/>
    <w:rsid w:val="00BA57D5"/>
    <w:rsid w:val="00BB23D2"/>
    <w:rsid w:val="00BC7EBE"/>
    <w:rsid w:val="00BD59DF"/>
    <w:rsid w:val="00BE661C"/>
    <w:rsid w:val="00BF3371"/>
    <w:rsid w:val="00BF7BF4"/>
    <w:rsid w:val="00C0247F"/>
    <w:rsid w:val="00C25180"/>
    <w:rsid w:val="00C27858"/>
    <w:rsid w:val="00C34D01"/>
    <w:rsid w:val="00C46111"/>
    <w:rsid w:val="00C4614D"/>
    <w:rsid w:val="00C522CD"/>
    <w:rsid w:val="00C5367B"/>
    <w:rsid w:val="00C55600"/>
    <w:rsid w:val="00C74415"/>
    <w:rsid w:val="00C7604A"/>
    <w:rsid w:val="00C820E2"/>
    <w:rsid w:val="00C82F2D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79C7"/>
    <w:rsid w:val="00D51118"/>
    <w:rsid w:val="00D706F8"/>
    <w:rsid w:val="00D87794"/>
    <w:rsid w:val="00D900B4"/>
    <w:rsid w:val="00D94FFB"/>
    <w:rsid w:val="00D97CB9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78C4"/>
    <w:rsid w:val="00E0350E"/>
    <w:rsid w:val="00E06A04"/>
    <w:rsid w:val="00E147DD"/>
    <w:rsid w:val="00E15CFD"/>
    <w:rsid w:val="00E31B0A"/>
    <w:rsid w:val="00E33450"/>
    <w:rsid w:val="00E42112"/>
    <w:rsid w:val="00E5181C"/>
    <w:rsid w:val="00E53A04"/>
    <w:rsid w:val="00E60FEE"/>
    <w:rsid w:val="00E77450"/>
    <w:rsid w:val="00E900F0"/>
    <w:rsid w:val="00E952E3"/>
    <w:rsid w:val="00E97451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53C"/>
    <w:rsid w:val="00F20C7C"/>
    <w:rsid w:val="00F21136"/>
    <w:rsid w:val="00F25ECA"/>
    <w:rsid w:val="00F25F87"/>
    <w:rsid w:val="00F266CA"/>
    <w:rsid w:val="00F36E1A"/>
    <w:rsid w:val="00F5067E"/>
    <w:rsid w:val="00F60644"/>
    <w:rsid w:val="00F66C2D"/>
    <w:rsid w:val="00F73C74"/>
    <w:rsid w:val="00F7417F"/>
    <w:rsid w:val="00F840DB"/>
    <w:rsid w:val="00F93DB4"/>
    <w:rsid w:val="00F94381"/>
    <w:rsid w:val="00F95F24"/>
    <w:rsid w:val="00FA1C60"/>
    <w:rsid w:val="00FA6238"/>
    <w:rsid w:val="00FB009C"/>
    <w:rsid w:val="00FB31FA"/>
    <w:rsid w:val="00FB5775"/>
    <w:rsid w:val="00FB7DBA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89707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uiPriority w:val="99"/>
    <w:qFormat/>
    <w:rsid w:val="00694E4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2\Desktop\UFFICIO%20PERSONALE\a.s.%202021-22\Personale\Incarichi\Responsabili-Referenti\REFERENTI\Bullismo-Cyberbullism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EB081-A757-4FEC-B9DA-08646C491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Bullismo-Cyberbullismo.dot</Template>
  <TotalTime>1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Utente2</dc:creator>
  <cp:lastModifiedBy>Utente2</cp:lastModifiedBy>
  <cp:revision>3</cp:revision>
  <cp:lastPrinted>2018-09-18T11:00:00Z</cp:lastPrinted>
  <dcterms:created xsi:type="dcterms:W3CDTF">2025-11-05T08:53:00Z</dcterms:created>
  <dcterms:modified xsi:type="dcterms:W3CDTF">2025-11-05T08:54:00Z</dcterms:modified>
</cp:coreProperties>
</file>